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5"/>
        <w:tblW w:w="93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78"/>
        <w:gridCol w:w="709"/>
        <w:gridCol w:w="708"/>
      </w:tblGrid>
      <w:tr>
        <w:trPr>
          <w:trHeight w:val="454" w:hRule="exact"/>
          <w:jc w:val="center"/>
        </w:trPr>
        <w:tc>
          <w:tcPr>
            <w:tcW w:w="931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31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2019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乡镇污水处理厂第三方运维服务费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和静县环境保护局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和静县环保局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68.67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68.67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10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：对乡镇污水处理厂运维服务进行采购</w:t>
            </w: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：保证污水处理站的正常运行和污水达标排放</w:t>
            </w:r>
          </w:p>
        </w:tc>
        <w:tc>
          <w:tcPr>
            <w:tcW w:w="36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对乡镇污水处理厂运维服务进行采购为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个污水处理厂。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为保证污水处理站的正常运行和污水达标排放，污水达标率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98%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乡镇污水处理厂个数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个处理厂未完成环保竣工验收。加快验收进度。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污水达标排放率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98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87"/>
              </w:tabs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项目开始时间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项目结束时间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2022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3.3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项目周期未达节点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第三方运维服务费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171.6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68.67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按合同约定支付第一季度金额，其余按进度支付。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处理生活污水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20"/>
              </w:tabs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避免对环境造成污染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显著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3.6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营运周期未达节点。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72.4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</w:pPr>
    </w:p>
    <w:p/>
    <w:p/>
    <w:p>
      <w:pPr>
        <w:tabs>
          <w:tab w:val="left" w:pos="6755"/>
        </w:tabs>
        <w:jc w:val="left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r>
        <w:tab/>
      </w: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AC9"/>
    <w:rsid w:val="000244F3"/>
    <w:rsid w:val="000B4E42"/>
    <w:rsid w:val="00122F3F"/>
    <w:rsid w:val="00251A1B"/>
    <w:rsid w:val="00252D17"/>
    <w:rsid w:val="0028632B"/>
    <w:rsid w:val="002D1411"/>
    <w:rsid w:val="0043448B"/>
    <w:rsid w:val="00535AC9"/>
    <w:rsid w:val="005944BA"/>
    <w:rsid w:val="0061631C"/>
    <w:rsid w:val="006C7DBA"/>
    <w:rsid w:val="006D44B2"/>
    <w:rsid w:val="00746DF3"/>
    <w:rsid w:val="007C792B"/>
    <w:rsid w:val="00883856"/>
    <w:rsid w:val="00912991"/>
    <w:rsid w:val="009273D5"/>
    <w:rsid w:val="00997F6F"/>
    <w:rsid w:val="009C092E"/>
    <w:rsid w:val="009D1586"/>
    <w:rsid w:val="00A11163"/>
    <w:rsid w:val="00A34216"/>
    <w:rsid w:val="00A66B7E"/>
    <w:rsid w:val="00A70668"/>
    <w:rsid w:val="00A73160"/>
    <w:rsid w:val="00A75F12"/>
    <w:rsid w:val="00AF3141"/>
    <w:rsid w:val="00B017FA"/>
    <w:rsid w:val="00BD0854"/>
    <w:rsid w:val="00CA7CB1"/>
    <w:rsid w:val="00D51032"/>
    <w:rsid w:val="00D84081"/>
    <w:rsid w:val="00E144F2"/>
    <w:rsid w:val="00E212C1"/>
    <w:rsid w:val="00E3118B"/>
    <w:rsid w:val="00FB5EC4"/>
    <w:rsid w:val="00FC31FD"/>
    <w:rsid w:val="040C4198"/>
    <w:rsid w:val="1BB87BF5"/>
    <w:rsid w:val="2A534C55"/>
    <w:rsid w:val="34161455"/>
    <w:rsid w:val="38A45FD9"/>
    <w:rsid w:val="562B2B2E"/>
    <w:rsid w:val="5D1928F4"/>
    <w:rsid w:val="6B16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Footer Char"/>
    <w:basedOn w:val="6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6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正文 + Arial Char"/>
    <w:link w:val="10"/>
    <w:locked/>
    <w:uiPriority w:val="99"/>
    <w:rPr>
      <w:rFonts w:ascii="Arial"/>
      <w:kern w:val="0"/>
      <w:sz w:val="24"/>
    </w:rPr>
  </w:style>
  <w:style w:type="paragraph" w:customStyle="1" w:styleId="10">
    <w:name w:val="正文 + Arial"/>
    <w:basedOn w:val="1"/>
    <w:link w:val="9"/>
    <w:uiPriority w:val="99"/>
    <w:pPr>
      <w:spacing w:afterLines="50" w:line="360" w:lineRule="auto"/>
      <w:ind w:firstLine="420" w:firstLineChars="200"/>
    </w:pPr>
    <w:rPr>
      <w:rFonts w:ascii="Arial" w:eastAsia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2</Pages>
  <Words>126</Words>
  <Characters>724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2020-06-07T18:00:54Z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