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4369C">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和静县巴润哈尔莫敦镇中心卫生院</w:t>
      </w:r>
    </w:p>
    <w:p w14:paraId="2BD73083">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14:paraId="3D322031">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072B03DA">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222C06D3">
      <w:pPr>
        <w:pStyle w:val="4"/>
        <w:bidi w:val="0"/>
        <w:rPr>
          <w:rFonts w:hint="eastAsia"/>
          <w:color w:val="auto"/>
          <w:highlight w:val="none"/>
          <w:lang w:val="en-US" w:eastAsia="zh-CN"/>
        </w:rPr>
      </w:pPr>
      <w:r>
        <w:rPr>
          <w:rFonts w:hint="eastAsia"/>
          <w:color w:val="auto"/>
          <w:highlight w:val="none"/>
          <w:lang w:val="en-US" w:eastAsia="zh-CN"/>
        </w:rPr>
        <w:t>1.部门主要职能</w:t>
      </w:r>
    </w:p>
    <w:p w14:paraId="6E5A7C75">
      <w:pPr>
        <w:rPr>
          <w:rFonts w:hint="eastAsia"/>
          <w:color w:val="auto"/>
          <w:szCs w:val="28"/>
          <w:highlight w:val="none"/>
        </w:rPr>
      </w:pPr>
      <w:r>
        <w:rPr>
          <w:rFonts w:hint="eastAsia"/>
          <w:color w:val="auto"/>
          <w:szCs w:val="28"/>
          <w:highlight w:val="none"/>
          <w:lang w:val="en-US" w:eastAsia="zh-CN"/>
        </w:rPr>
        <w:t>和静县</w:t>
      </w:r>
      <w:r>
        <w:rPr>
          <w:rFonts w:hint="eastAsia" w:ascii="仿宋_GB2312" w:hAnsi="仿宋" w:eastAsia="仿宋_GB2312" w:cs="仿宋"/>
          <w:color w:val="auto"/>
          <w:kern w:val="0"/>
          <w:sz w:val="28"/>
          <w:szCs w:val="28"/>
          <w:highlight w:val="none"/>
          <w:lang w:val="en-US" w:eastAsia="zh-CN"/>
        </w:rPr>
        <w:t>巴润哈尔莫敦镇中心卫生院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0861C4D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33F50E4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01A3B04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488B029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538397D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06F912A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29BFDBB6">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14:paraId="3B32BDA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color w:val="auto"/>
          <w:szCs w:val="28"/>
          <w:highlight w:val="none"/>
          <w:lang w:val="en-US" w:eastAsia="zh-CN"/>
        </w:rPr>
        <w:t>和静县</w:t>
      </w:r>
      <w:r>
        <w:rPr>
          <w:rFonts w:hint="eastAsia" w:ascii="仿宋_GB2312" w:hAnsi="仿宋" w:eastAsia="仿宋_GB2312" w:cs="仿宋"/>
          <w:color w:val="auto"/>
          <w:kern w:val="0"/>
          <w:sz w:val="28"/>
          <w:szCs w:val="28"/>
          <w:highlight w:val="none"/>
          <w:lang w:val="en-US" w:eastAsia="zh-CN"/>
        </w:rPr>
        <w:t>巴润哈尔莫敦镇中心卫生院是全额拨款事业单位，无下属预算单位，下设18个科室，分别是：医院办公室、财务室、公共卫生科、防疫科、妇幼保健科等职能科室，设有内科、儿科、妇产科、外科、急诊科、检验科、放射科、口腔科、妇科、中医科、口腔科、心电B超室等临床科室，8个村卫生室。</w:t>
      </w:r>
    </w:p>
    <w:p w14:paraId="06958C6A">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和静县巴润哈尔莫敦镇中心卫生院编制数共27人，其中：核定编制29人，事业岗5人，公益性岗位1人，劳务派遣7人，聘用人员37人。现有高级职称2人（副主任医师、副主任护师），中级职称1人（主管护师），执业医师6人，执业助理医师3人。现有执业护师2人，执业护士15人。我院下辖8个村卫生室，目前有乡村医生10人，其中执业助理医师1人，其余全部持有乡村医师证。</w:t>
      </w:r>
    </w:p>
    <w:p w14:paraId="261B7022">
      <w:pPr>
        <w:pStyle w:val="3"/>
        <w:numPr>
          <w:ilvl w:val="0"/>
          <w:numId w:val="1"/>
        </w:numPr>
        <w:bidi w:val="0"/>
        <w:outlineLvl w:val="1"/>
        <w:rPr>
          <w:rFonts w:hint="eastAsia"/>
          <w:color w:val="auto"/>
          <w:highlight w:val="none"/>
          <w:lang w:val="en-US" w:eastAsia="zh-CN"/>
        </w:rPr>
      </w:pPr>
      <w:r>
        <w:rPr>
          <w:rFonts w:hint="eastAsia"/>
          <w:color w:val="auto"/>
          <w:highlight w:val="none"/>
          <w:lang w:val="en-US" w:eastAsia="zh-CN"/>
        </w:rPr>
        <w:t>部门单位年度重点工作</w:t>
      </w:r>
    </w:p>
    <w:p w14:paraId="08E4AA7D">
      <w:pPr>
        <w:widowControl/>
        <w:spacing w:line="520" w:lineRule="exact"/>
        <w:ind w:firstLine="640" w:firstLineChars="200"/>
        <w:jc w:val="left"/>
        <w:rPr>
          <w:rFonts w:hint="eastAsia"/>
          <w:color w:val="auto"/>
          <w:highlight w:val="none"/>
          <w:lang w:val="en-US" w:eastAsia="zh-CN"/>
        </w:rPr>
      </w:pPr>
      <w:r>
        <w:rPr>
          <w:rFonts w:hint="eastAsia" w:ascii="黑体" w:hAnsi="黑体" w:eastAsia="黑体" w:cs="黑体"/>
          <w:color w:val="auto"/>
          <w:kern w:val="0"/>
          <w:sz w:val="32"/>
          <w:szCs w:val="32"/>
          <w:highlight w:val="none"/>
          <w:lang w:val="en-US" w:eastAsia="zh-CN"/>
        </w:rPr>
        <w:t>1、</w:t>
      </w:r>
      <w:r>
        <w:rPr>
          <w:rFonts w:hint="eastAsia" w:ascii="黑体" w:hAnsi="黑体" w:eastAsia="黑体" w:cs="黑体"/>
          <w:color w:val="auto"/>
          <w:kern w:val="0"/>
          <w:sz w:val="32"/>
          <w:szCs w:val="32"/>
          <w:highlight w:val="none"/>
        </w:rPr>
        <w:t>基本公共卫生方面</w:t>
      </w:r>
    </w:p>
    <w:p w14:paraId="4C0F311B">
      <w:pPr>
        <w:spacing w:line="52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确保居民健康档案工作的顺利进行，我院专门成立了由廖志大院长任组长的居民健康档案工作领导小组，加强全镇居民健康档案工作组织领导，制定了操作性强、切实可行的实施方案。成立专门建档工作小组和居民健康体检小组相互积极配合采取</w:t>
      </w:r>
      <w:r>
        <w:rPr>
          <w:rFonts w:hint="eastAsia" w:eastAsia="仿宋_GB2312" w:cs="仿宋_GB2312"/>
          <w:color w:val="auto"/>
          <w:sz w:val="32"/>
          <w:szCs w:val="32"/>
          <w:highlight w:val="none"/>
          <w:lang w:val="en-US" w:eastAsia="zh-CN"/>
        </w:rPr>
        <w:t>入</w:t>
      </w:r>
      <w:r>
        <w:rPr>
          <w:rFonts w:hint="eastAsia" w:ascii="仿宋_GB2312" w:hAnsi="仿宋_GB2312" w:eastAsia="仿宋_GB2312" w:cs="仿宋_GB2312"/>
          <w:color w:val="auto"/>
          <w:sz w:val="32"/>
          <w:szCs w:val="32"/>
          <w:highlight w:val="none"/>
          <w:lang w:val="en-US" w:eastAsia="zh-CN"/>
        </w:rPr>
        <w:t>户调查统一体检服务的方式为居民建立健康档案建档工作。</w:t>
      </w:r>
    </w:p>
    <w:p w14:paraId="2A97EC63">
      <w:pPr>
        <w:spacing w:line="52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2023年卫生院共制作健康教育宣传栏 4期，全年发放了24种以上健康教育宣传资料共14362份进行发放宣传，开展了52次公众健康咨询活动，举办了38期健康教育讲座活动。全年内常住居民建立健康档案总数17237人、其中 0-6岁儿童建档728人、孕产妇建档53人、65岁以上老年人建档2070人、高血压患者建档1903人、二型糖尿病建档600人、严重精神障碍患者建档83人、系统内结核管理人数21人</w:t>
      </w:r>
    </w:p>
    <w:p w14:paraId="54B09412">
      <w:pPr>
        <w:ind w:firstLine="320" w:firstLineChars="1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 xml:space="preserve">（1）65岁以上老年人方面  </w:t>
      </w:r>
      <w:r>
        <w:rPr>
          <w:rFonts w:hint="eastAsia" w:ascii="仿宋_GB2312" w:hAnsi="仿宋_GB2312" w:eastAsia="仿宋_GB2312" w:cs="仿宋_GB2312"/>
          <w:color w:val="auto"/>
          <w:sz w:val="32"/>
          <w:szCs w:val="32"/>
          <w:highlight w:val="none"/>
          <w:lang w:val="en-US" w:eastAsia="zh-CN"/>
        </w:rPr>
        <w:t>为2070人次65 岁以上老年人登记并建立健康档案，并开展1 次老年人健康管理，包括健康体检、健康咨询指导和干预，生活方式和健康状况评估包括体育锻炼、饮食、吸烟、饮酒、慢性疾病常见症状和既往所患疾病、治疗及目前用药等情况，告知健康体检结果并进行相应干预，对老年人进行慢性病危险因素预防及防跌倒措施、意外伤害和自救等健康指导。</w:t>
      </w:r>
    </w:p>
    <w:p w14:paraId="37CDAF62">
      <w:pPr>
        <w:numPr>
          <w:ilvl w:val="0"/>
          <w:numId w:val="0"/>
        </w:numPr>
        <w:ind w:leftChars="0" w:firstLine="640" w:firstLineChars="200"/>
        <w:rPr>
          <w:rFonts w:hint="eastAsia" w:ascii="方正仿宋_GBK" w:hAnsi="方正仿宋_GBK" w:eastAsia="方正仿宋_GBK" w:cs="方正仿宋_GBK"/>
          <w:color w:val="auto"/>
          <w:sz w:val="31"/>
          <w:szCs w:val="31"/>
          <w:highlight w:val="none"/>
        </w:rPr>
      </w:pPr>
      <w:r>
        <w:rPr>
          <w:rFonts w:hint="eastAsia" w:ascii="仿宋_GB2312" w:hAnsi="仿宋_GB2312" w:eastAsia="仿宋_GB2312" w:cs="仿宋_GB2312"/>
          <w:color w:val="auto"/>
          <w:kern w:val="0"/>
          <w:sz w:val="32"/>
          <w:szCs w:val="32"/>
          <w:highlight w:val="none"/>
          <w:lang w:val="en-US" w:eastAsia="zh-CN" w:bidi="ar-SA"/>
        </w:rPr>
        <w:t>（2）</w:t>
      </w:r>
      <w:r>
        <w:rPr>
          <w:rFonts w:hint="eastAsia" w:ascii="仿宋_GB2312" w:hAnsi="仿宋_GB2312" w:eastAsia="仿宋_GB2312" w:cs="仿宋_GB2312"/>
          <w:color w:val="auto"/>
          <w:sz w:val="32"/>
          <w:szCs w:val="32"/>
          <w:highlight w:val="none"/>
          <w:lang w:val="en-US" w:eastAsia="zh-CN"/>
        </w:rPr>
        <w:t>慢性病患者健康管理方面    主要是针对高血压、糖尿病等慢性病人群进行健康指导。对35岁以上人群实行门诊首诊测血压。对确诊高血压和糖尿病的患者进行登记管理，定期进行随访。发现高血压2620人，管理高血压1903人，管理率82.03 %，规范管理1562人，规范管理率81.19%，血压控制1903人，控制率100%。糖尿病发现600人，管理糖尿病583人，管理率90%，规范管理477人，规范管理率65%，血糖控制601人，控制率100%。对1903人次高血压患者和600人次2 型糖尿病人年内进行了4次的面对面随访并进行1 次较全面的健康检查。对患者进行病情询问、进行体格检查、饮食、运动、心理等健康指导。</w:t>
      </w:r>
    </w:p>
    <w:p w14:paraId="65E7BFFF">
      <w:pPr>
        <w:ind w:firstLine="480" w:firstLineChars="15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（3）</w:t>
      </w:r>
      <w:r>
        <w:rPr>
          <w:rFonts w:hint="eastAsia" w:ascii="仿宋_GB2312" w:hAnsi="仿宋_GB2312" w:eastAsia="仿宋_GB2312" w:cs="仿宋_GB2312"/>
          <w:color w:val="auto"/>
          <w:sz w:val="32"/>
          <w:szCs w:val="32"/>
          <w:highlight w:val="none"/>
          <w:lang w:val="en-US" w:eastAsia="zh-CN"/>
        </w:rPr>
        <w:t>重症精神病管理  我镇</w:t>
      </w:r>
      <w:r>
        <w:rPr>
          <w:rFonts w:hint="eastAsia" w:eastAsia="仿宋_GB2312" w:cs="仿宋_GB2312"/>
          <w:color w:val="auto"/>
          <w:sz w:val="32"/>
          <w:szCs w:val="32"/>
          <w:highlight w:val="none"/>
          <w:lang w:val="en-US" w:eastAsia="zh-CN"/>
        </w:rPr>
        <w:t>截至2023年</w:t>
      </w:r>
      <w:r>
        <w:rPr>
          <w:rFonts w:hint="eastAsia" w:ascii="仿宋_GB2312" w:hAnsi="仿宋_GB2312" w:eastAsia="仿宋_GB2312" w:cs="仿宋_GB2312"/>
          <w:color w:val="auto"/>
          <w:sz w:val="32"/>
          <w:szCs w:val="32"/>
          <w:highlight w:val="none"/>
          <w:lang w:val="en-US" w:eastAsia="zh-CN"/>
        </w:rPr>
        <w:t>12月31日在管精神障碍患者83人，全部进行了建档，并将基本信息录入国网，对每个患者每月进行一次随访，并及时录入随访信息，随访时对患者家属进行了精神障碍健康教育及生活上的护理指导，辅导用药情况和心理辅导。</w:t>
      </w:r>
      <w:r>
        <w:rPr>
          <w:rFonts w:hint="eastAsia" w:eastAsia="仿宋_GB2312" w:cs="仿宋_GB2312"/>
          <w:color w:val="auto"/>
          <w:sz w:val="32"/>
          <w:szCs w:val="32"/>
          <w:highlight w:val="none"/>
          <w:lang w:val="en-US" w:eastAsia="zh-CN"/>
        </w:rPr>
        <w:t>极大</w:t>
      </w:r>
      <w:r>
        <w:rPr>
          <w:rFonts w:hint="eastAsia" w:ascii="仿宋_GB2312" w:hAnsi="仿宋_GB2312" w:eastAsia="仿宋_GB2312" w:cs="仿宋_GB2312"/>
          <w:color w:val="auto"/>
          <w:sz w:val="32"/>
          <w:szCs w:val="32"/>
          <w:highlight w:val="none"/>
          <w:lang w:val="en-US" w:eastAsia="zh-CN"/>
        </w:rPr>
        <w:t>增强了他们的健康意识。</w:t>
      </w:r>
    </w:p>
    <w:p w14:paraId="5558329C">
      <w:pPr>
        <w:ind w:firstLine="480" w:firstLineChars="15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bidi="ar-SA"/>
        </w:rPr>
        <w:t>（4）</w:t>
      </w:r>
      <w:r>
        <w:rPr>
          <w:rFonts w:hint="eastAsia" w:ascii="仿宋_GB2312" w:hAnsi="仿宋_GB2312" w:eastAsia="仿宋_GB2312" w:cs="仿宋_GB2312"/>
          <w:color w:val="auto"/>
          <w:sz w:val="32"/>
          <w:szCs w:val="32"/>
          <w:highlight w:val="none"/>
          <w:lang w:val="en-US" w:eastAsia="zh-CN"/>
        </w:rPr>
        <w:t xml:space="preserve">传染病报告和处理服务工作   及时发现、登记并报告辖区内发现的传染病目前为止上报及系统录入11个，开展肺结核患者的随访及传染病防治知识宣传和咨询服务，积极配合结防中心，对非住院结核病人进行治疗管理目前为止我院管理结核病21人。 </w:t>
      </w:r>
    </w:p>
    <w:p w14:paraId="01299650">
      <w:pPr>
        <w:ind w:firstLine="480" w:firstLineChars="150"/>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（5）疫苗接种工作  为全镇0-6 岁适龄儿童接种11种国家一类疫苗服务，包括乙肝疫苗、卡介苗、脊灰疫苗、百白破疫苗、白破疫苗、麻疹疫苗、甲肝疫苗、流脑疫苗、乙脑疫苗、麻风、麻腮疫苗等，目前为止2023年以来</w:t>
      </w:r>
      <w:r>
        <w:rPr>
          <w:rFonts w:hint="eastAsia" w:eastAsia="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门诊儿童建证963 人次，乙肝疫苗219剂次，脊灰疫苗448剂次，无细胞百白破465剂次，麻腮风</w:t>
      </w:r>
      <w:r>
        <w:rPr>
          <w:rFonts w:hint="eastAsia" w:eastAsia="仿宋_GB2312" w:cs="仿宋_GB2312"/>
          <w:color w:val="auto"/>
          <w:kern w:val="0"/>
          <w:sz w:val="32"/>
          <w:szCs w:val="32"/>
          <w:highlight w:val="none"/>
          <w:lang w:val="en-US" w:eastAsia="zh-CN" w:bidi="ar-SA"/>
        </w:rPr>
        <w:t>减毒活疫苗</w:t>
      </w:r>
      <w:r>
        <w:rPr>
          <w:rFonts w:hint="eastAsia" w:ascii="仿宋_GB2312" w:hAnsi="仿宋_GB2312" w:eastAsia="仿宋_GB2312" w:cs="仿宋_GB2312"/>
          <w:color w:val="auto"/>
          <w:kern w:val="0"/>
          <w:sz w:val="32"/>
          <w:szCs w:val="32"/>
          <w:highlight w:val="none"/>
          <w:lang w:val="en-US" w:eastAsia="zh-CN" w:bidi="ar-SA"/>
        </w:rPr>
        <w:t>264剂次，白破260剂次，A+C流脑疫苗362 剂次，A群流脑疫苗222 剂次，甲肝</w:t>
      </w:r>
      <w:r>
        <w:rPr>
          <w:rFonts w:hint="eastAsia" w:eastAsia="仿宋_GB2312" w:cs="仿宋_GB2312"/>
          <w:color w:val="auto"/>
          <w:kern w:val="0"/>
          <w:sz w:val="32"/>
          <w:szCs w:val="32"/>
          <w:highlight w:val="none"/>
          <w:lang w:val="en-US" w:eastAsia="zh-CN" w:bidi="ar-SA"/>
        </w:rPr>
        <w:t>减毒疫苗</w:t>
      </w:r>
      <w:bookmarkStart w:id="6" w:name="_GoBack"/>
      <w:bookmarkEnd w:id="6"/>
      <w:r>
        <w:rPr>
          <w:rFonts w:hint="eastAsia" w:ascii="仿宋_GB2312" w:hAnsi="仿宋_GB2312" w:eastAsia="仿宋_GB2312" w:cs="仿宋_GB2312"/>
          <w:color w:val="auto"/>
          <w:kern w:val="0"/>
          <w:sz w:val="32"/>
          <w:szCs w:val="32"/>
          <w:highlight w:val="none"/>
          <w:lang w:val="en-US" w:eastAsia="zh-CN" w:bidi="ar-SA"/>
        </w:rPr>
        <w:t>119剂次。单苗接种率均达到95%以上。取得了这样的成效主要是我们强化了服务意识、通过我们真诚地服务态度融洽了与广大群众的关系、加强了门诊管理、提高了门诊接种工作效率；加强了门诊接种宣传，使接种对象加深了预防接种重要性的认知。</w:t>
      </w:r>
    </w:p>
    <w:p w14:paraId="5B228ECF">
      <w:pPr>
        <w:widowControl/>
        <w:spacing w:line="520" w:lineRule="exact"/>
        <w:ind w:firstLine="640" w:firstLineChars="200"/>
        <w:jc w:val="left"/>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2</w:t>
      </w:r>
      <w:r>
        <w:rPr>
          <w:rFonts w:hint="eastAsia" w:ascii="黑体" w:hAnsi="黑体" w:eastAsia="黑体" w:cs="黑体"/>
          <w:color w:val="auto"/>
          <w:kern w:val="0"/>
          <w:sz w:val="32"/>
          <w:szCs w:val="32"/>
          <w:highlight w:val="none"/>
          <w:lang w:eastAsia="zh-CN"/>
        </w:rPr>
        <w:t>、</w:t>
      </w:r>
      <w:r>
        <w:rPr>
          <w:rFonts w:hint="eastAsia" w:ascii="黑体" w:hAnsi="黑体" w:eastAsia="黑体" w:cs="黑体"/>
          <w:color w:val="auto"/>
          <w:kern w:val="0"/>
          <w:sz w:val="32"/>
          <w:szCs w:val="32"/>
          <w:highlight w:val="none"/>
        </w:rPr>
        <w:t>孕产妇及儿童保健服务</w:t>
      </w:r>
    </w:p>
    <w:p w14:paraId="15F62A5F">
      <w:pPr>
        <w:keepNext w:val="0"/>
        <w:keepLines w:val="0"/>
        <w:pageBreakBefore w:val="0"/>
        <w:widowControl w:val="0"/>
        <w:kinsoku/>
        <w:wordWrap/>
        <w:overflowPunct/>
        <w:topLinePunct w:val="0"/>
        <w:autoSpaceDE/>
        <w:autoSpaceDN/>
        <w:bidi w:val="0"/>
        <w:adjustRightInd/>
        <w:snapToGrid/>
        <w:spacing w:line="48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（1）全镇育龄妇女3629人，规范儿童系统管理，提高儿童保健服务质量；儿童保健严格按照0-6岁儿童健康管理服务要求建卡、建册并进行系统健康检查</w:t>
      </w:r>
      <w:r>
        <w:rPr>
          <w:rFonts w:hint="eastAsia" w:eastAsia="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全镇共有7岁以下儿童数729人 保健管理691人，保健管理率 95%，3岁以下儿童系统管理 239人，系统管理224人，系统管理率93.72%，2023年出生</w:t>
      </w:r>
      <w:r>
        <w:rPr>
          <w:rFonts w:hint="eastAsia" w:eastAsia="仿宋_GB2312" w:cs="仿宋_GB2312"/>
          <w:color w:val="auto"/>
          <w:kern w:val="0"/>
          <w:sz w:val="32"/>
          <w:szCs w:val="32"/>
          <w:highlight w:val="none"/>
          <w:lang w:val="en-US" w:eastAsia="zh-CN" w:bidi="ar-SA"/>
        </w:rPr>
        <w:t>低体重儿</w:t>
      </w:r>
      <w:r>
        <w:rPr>
          <w:rFonts w:hint="eastAsia" w:ascii="仿宋_GB2312" w:hAnsi="仿宋_GB2312" w:eastAsia="仿宋_GB2312" w:cs="仿宋_GB2312"/>
          <w:color w:val="auto"/>
          <w:kern w:val="0"/>
          <w:sz w:val="32"/>
          <w:szCs w:val="32"/>
          <w:highlight w:val="none"/>
          <w:lang w:val="en-US" w:eastAsia="zh-CN" w:bidi="ar-SA"/>
        </w:rPr>
        <w:t>9人，早产儿13人，巨大儿14人。所有低体重儿，早产儿均列入高危儿进行专案管理，并有评分及指导治疗。无新生</w:t>
      </w:r>
      <w:r>
        <w:rPr>
          <w:rFonts w:hint="eastAsia" w:eastAsia="仿宋_GB2312" w:cs="仿宋_GB2312"/>
          <w:color w:val="auto"/>
          <w:kern w:val="0"/>
          <w:sz w:val="32"/>
          <w:szCs w:val="32"/>
          <w:highlight w:val="none"/>
          <w:lang w:val="en-US" w:eastAsia="zh-CN" w:bidi="ar-SA"/>
        </w:rPr>
        <w:t>儿死</w:t>
      </w:r>
      <w:r>
        <w:rPr>
          <w:rFonts w:hint="eastAsia" w:ascii="仿宋_GB2312" w:hAnsi="仿宋_GB2312" w:eastAsia="仿宋_GB2312" w:cs="仿宋_GB2312"/>
          <w:color w:val="auto"/>
          <w:kern w:val="0"/>
          <w:sz w:val="32"/>
          <w:szCs w:val="32"/>
          <w:highlight w:val="none"/>
          <w:lang w:val="en-US" w:eastAsia="zh-CN" w:bidi="ar-SA"/>
        </w:rPr>
        <w:t>亡为0人，5岁以下儿童死亡1人。 2023年1-12月活产数84人，产妇住院分娩80人，家中分娩0人，住院分娩率为100%；产妇总数80人，建卡80人，系统管理率69.05%。筛查出高危孕妇50人，住院分娩率100%</w:t>
      </w:r>
      <w:r>
        <w:rPr>
          <w:rFonts w:hint="eastAsia" w:eastAsia="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对筛出的高危孕妇均进行专案管理，并有评分及指导治疗。</w:t>
      </w:r>
    </w:p>
    <w:p w14:paraId="4F487879">
      <w:pPr>
        <w:keepNext w:val="0"/>
        <w:keepLines w:val="0"/>
        <w:pageBreakBefore w:val="0"/>
        <w:widowControl w:val="0"/>
        <w:kinsoku/>
        <w:wordWrap/>
        <w:overflowPunct/>
        <w:topLinePunct w:val="0"/>
        <w:autoSpaceDE/>
        <w:autoSpaceDN/>
        <w:bidi w:val="0"/>
        <w:adjustRightInd/>
        <w:snapToGrid/>
        <w:spacing w:line="48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b w:val="0"/>
          <w:color w:val="auto"/>
          <w:kern w:val="0"/>
          <w:sz w:val="32"/>
          <w:szCs w:val="32"/>
          <w:highlight w:val="none"/>
          <w:lang w:val="en-US" w:eastAsia="zh-CN" w:bidi="ar-SA"/>
        </w:rPr>
        <w:t>（2）2023年举办健康教育宣传专栏4期，主要内容为：妇幼保健宣传知识、0-6岁儿童保健知识，出生缺陷干预知识、母乳喂养知识、艾滋病防治知识，新生方式知识，护理等。发放健康宣传资料260份。并做好保健服务，将健康教育贯穿整个孕产期，及时解决孕妇思想顾虑，使每个孕妇安全度过孕产期。三、叶酸项目：为加强出生缺陷干预工作，降低我县神经管缺陷发生率，提高出生人口素质，今年，在县卫健委、妇幼保健院的领导下我镇农村实施增补叶酸预防神经管缺陷项目。我院对各村准备怀孕和怀孕早期的农村妇女进行摸底调查并发放宣传单，入户通知其领取叶酸片，全年共有67人增补叶酸，发放叶酸共337瓶，并对其进行健康教育，签订知情同意书，使服药对象正确了解相关知识，提高叶酸使用率和依从率。通过这种近距离地和老百姓接触，也让我们医务人员进一步感受到了作为妇幼保健人员肩上的责任和重担</w:t>
      </w:r>
      <w:r>
        <w:rPr>
          <w:rFonts w:hint="eastAsia" w:ascii="仿宋_GB2312" w:hAnsi="仿宋_GB2312" w:eastAsia="仿宋_GB2312" w:cs="仿宋_GB2312"/>
          <w:color w:val="auto"/>
          <w:kern w:val="0"/>
          <w:sz w:val="32"/>
          <w:szCs w:val="32"/>
          <w:highlight w:val="none"/>
          <w:lang w:val="en-US" w:eastAsia="zh-CN" w:bidi="ar-SA"/>
        </w:rPr>
        <w:t>。</w:t>
      </w:r>
    </w:p>
    <w:p w14:paraId="602F93ED">
      <w:pPr>
        <w:pStyle w:val="3"/>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41C9C923">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0203225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7330E30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我单位年初预算数为768.41万元，实际预算执行数768.41万元，预算执行率为100%。</w:t>
      </w:r>
    </w:p>
    <w:p w14:paraId="2CAA6DB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31ECD7A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全年预算数为1473.06万元，全年实际支出资金1473.06万元，预算执行率为100%。</w:t>
      </w:r>
    </w:p>
    <w:p w14:paraId="4A2B4E05">
      <w:pPr>
        <w:pStyle w:val="4"/>
        <w:bidi w:val="0"/>
        <w:rPr>
          <w:rFonts w:hint="eastAsia"/>
          <w:color w:val="auto"/>
          <w:highlight w:val="none"/>
          <w:lang w:val="en-US" w:eastAsia="zh-CN"/>
        </w:rPr>
      </w:pPr>
      <w:r>
        <w:rPr>
          <w:rFonts w:hint="eastAsia"/>
          <w:color w:val="auto"/>
          <w:highlight w:val="none"/>
          <w:lang w:val="en-US" w:eastAsia="zh-CN"/>
        </w:rPr>
        <w:t>2.预算调整（追加减）情况</w:t>
      </w:r>
    </w:p>
    <w:p w14:paraId="7C9B6294">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768.41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704.65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1473.06</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91.7</w:t>
      </w:r>
      <w:r>
        <w:rPr>
          <w:rFonts w:hint="eastAsia" w:ascii="Times New Roman" w:hAnsi="Times New Roman" w:cs="Times New Roman"/>
          <w:bCs/>
          <w:color w:val="auto"/>
          <w:highlight w:val="none"/>
          <w:lang w:eastAsia="zh-CN"/>
        </w:rPr>
        <w:t>%。</w:t>
      </w:r>
    </w:p>
    <w:p w14:paraId="58D36938">
      <w:pPr>
        <w:pStyle w:val="4"/>
        <w:rPr>
          <w:rFonts w:hint="default"/>
          <w:color w:val="auto"/>
          <w:highlight w:val="none"/>
          <w:lang w:val="en-US" w:eastAsia="zh-CN"/>
        </w:rPr>
      </w:pPr>
      <w:r>
        <w:rPr>
          <w:rFonts w:hint="default"/>
          <w:color w:val="auto"/>
          <w:highlight w:val="none"/>
          <w:lang w:val="en-US" w:eastAsia="zh-CN"/>
        </w:rPr>
        <w:t>3.资金使用主要内容、涉及的范围</w:t>
      </w:r>
    </w:p>
    <w:p w14:paraId="6747096A">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1473.06</w:t>
      </w:r>
      <w:r>
        <w:rPr>
          <w:rFonts w:hint="default"/>
          <w:color w:val="auto"/>
          <w:highlight w:val="none"/>
          <w:lang w:val="en-US" w:eastAsia="zh-CN"/>
        </w:rPr>
        <w:t>万元，其中：</w:t>
      </w:r>
    </w:p>
    <w:p w14:paraId="6DFFB2AE">
      <w:pPr>
        <w:bidi w:val="0"/>
        <w:ind w:left="0" w:leftChars="0" w:firstLine="0" w:firstLineChars="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1203.72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165.04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104.3</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14:paraId="1A9EB1DC">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269.33</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14:paraId="363D85CA">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0591712D">
      <w:pPr>
        <w:pStyle w:val="3"/>
        <w:bidi w:val="0"/>
        <w:rPr>
          <w:rFonts w:hint="eastAsia"/>
          <w:color w:val="auto"/>
          <w:highlight w:val="none"/>
          <w:lang w:val="en-US" w:eastAsia="zh-CN"/>
        </w:rPr>
      </w:pPr>
      <w:r>
        <w:rPr>
          <w:rFonts w:hint="eastAsia"/>
          <w:color w:val="auto"/>
          <w:highlight w:val="none"/>
          <w:lang w:val="en-US" w:eastAsia="zh-CN"/>
        </w:rPr>
        <w:t>（一）基本支出和使用情况</w:t>
      </w:r>
    </w:p>
    <w:p w14:paraId="50B45A2E">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1203.72万元，全年实际支出1203.72万元，资金执行率100%。基本支出严格按照财务管理制度执行，其中：</w:t>
      </w:r>
    </w:p>
    <w:p w14:paraId="18408FCE">
      <w:pPr>
        <w:bidi w:val="0"/>
        <w:rPr>
          <w:rFonts w:hint="eastAsia"/>
          <w:color w:val="auto"/>
          <w:highlight w:val="none"/>
          <w:lang w:val="en-US" w:eastAsia="zh-CN"/>
        </w:rPr>
      </w:pPr>
      <w:r>
        <w:rPr>
          <w:rFonts w:hint="eastAsia"/>
          <w:color w:val="auto"/>
          <w:highlight w:val="none"/>
          <w:lang w:val="en-US" w:eastAsia="zh-CN"/>
        </w:rPr>
        <w:t>人员经费支出465.24万元，主要包括：基本工资、津贴补贴、奖金、绩效工资、机关事业单位基本养老保险缴费、职业年金缴费、职工基本医疗保险缴费、其他社会保障缴费、住房公积金、其他工资福利支出、生活补助。</w:t>
      </w:r>
    </w:p>
    <w:p w14:paraId="73F9AA88">
      <w:pPr>
        <w:bidi w:val="0"/>
        <w:rPr>
          <w:rFonts w:hint="eastAsia"/>
          <w:color w:val="auto"/>
          <w:highlight w:val="none"/>
          <w:lang w:val="en-US" w:eastAsia="zh-CN"/>
        </w:rPr>
      </w:pPr>
      <w:r>
        <w:rPr>
          <w:rFonts w:hint="eastAsia"/>
          <w:color w:val="auto"/>
          <w:highlight w:val="none"/>
          <w:lang w:val="en-US" w:eastAsia="zh-CN"/>
        </w:rPr>
        <w:t>公用经费支出738.48万元，主要包括：办公费、印刷费、咨询费、电费、邮电费、取暖费、维修（护）费、专用材料费、其他交通费等。</w:t>
      </w:r>
    </w:p>
    <w:p w14:paraId="3E7BDD0D">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14:paraId="5F8A07EC">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14:paraId="34A49F2C">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项目支出预算269.33</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其中：上级专项资金225.48万元，本级财政资金43.85万元</w:t>
      </w:r>
      <w:r>
        <w:rPr>
          <w:rFonts w:hint="eastAsia"/>
          <w:color w:val="auto"/>
          <w:highlight w:val="none"/>
          <w:lang w:eastAsia="zh-CN"/>
        </w:rPr>
        <w:t>。</w:t>
      </w:r>
    </w:p>
    <w:p w14:paraId="056A8E78">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14:paraId="1E37BC25">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269.33万元，其中基本药物制度补助资金32.7万元、基本公共卫生服务配套资金232.83万元、重大传染病防治补助资金3.8万元。项目资金全部通过财政国库集中支付方式直接拨给项目实施单位。</w:t>
      </w:r>
    </w:p>
    <w:p w14:paraId="669EFC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2C2685BB">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0219FA73">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度安排项目支出资金269.33万元，</w:t>
      </w:r>
      <w:r>
        <w:rPr>
          <w:rFonts w:hint="eastAsia"/>
          <w:color w:val="auto"/>
          <w:highlight w:val="none"/>
          <w:lang w:eastAsia="zh-CN"/>
        </w:rPr>
        <w:t>实际</w:t>
      </w:r>
      <w:r>
        <w:rPr>
          <w:rFonts w:hint="eastAsia"/>
          <w:color w:val="auto"/>
          <w:highlight w:val="none"/>
          <w:lang w:val="en-US" w:eastAsia="zh-CN"/>
        </w:rPr>
        <w:t>支出269.33</w:t>
      </w:r>
      <w:r>
        <w:rPr>
          <w:rFonts w:hint="eastAsia"/>
          <w:color w:val="auto"/>
          <w:highlight w:val="none"/>
          <w:lang w:eastAsia="zh-CN"/>
        </w:rPr>
        <w:t>万元，</w:t>
      </w:r>
      <w:r>
        <w:rPr>
          <w:rFonts w:hint="eastAsia"/>
          <w:color w:val="auto"/>
          <w:highlight w:val="none"/>
          <w:lang w:val="en-US" w:eastAsia="zh-CN"/>
        </w:rPr>
        <w:t>其中：上级专项资金支出225.48万元，本级财政安排项目资金支出43.85万元，项目预算资金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403F7324">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32.7</w:t>
      </w:r>
      <w:r>
        <w:rPr>
          <w:rFonts w:hint="default"/>
          <w:color w:val="auto"/>
          <w:highlight w:val="none"/>
          <w:lang w:val="en-US" w:eastAsia="zh-CN"/>
        </w:rPr>
        <w:t>万元，公共卫生支出</w:t>
      </w:r>
      <w:r>
        <w:rPr>
          <w:rFonts w:hint="eastAsia"/>
          <w:color w:val="auto"/>
          <w:highlight w:val="none"/>
          <w:lang w:val="en-US" w:eastAsia="zh-CN"/>
        </w:rPr>
        <w:t>236.63</w:t>
      </w:r>
      <w:r>
        <w:rPr>
          <w:rFonts w:hint="default"/>
          <w:color w:val="auto"/>
          <w:highlight w:val="none"/>
          <w:lang w:val="en-US" w:eastAsia="zh-CN"/>
        </w:rPr>
        <w:t>万元</w:t>
      </w:r>
      <w:r>
        <w:rPr>
          <w:rFonts w:hint="eastAsia"/>
          <w:color w:val="auto"/>
          <w:highlight w:val="none"/>
          <w:lang w:val="en-US" w:eastAsia="zh-CN"/>
        </w:rPr>
        <w:t>。</w:t>
      </w:r>
    </w:p>
    <w:bookmarkEnd w:id="2"/>
    <w:p w14:paraId="02D1B697">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F936BAA">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312AB1A4">
      <w:pPr>
        <w:pStyle w:val="3"/>
        <w:numPr>
          <w:ilvl w:val="0"/>
          <w:numId w:val="0"/>
        </w:numPr>
        <w:bidi w:val="0"/>
        <w:ind w:firstLine="643" w:firstLineChars="200"/>
        <w:rPr>
          <w:rFonts w:hint="default"/>
          <w:color w:val="auto"/>
          <w:highlight w:val="none"/>
          <w:lang w:val="en-US"/>
        </w:rPr>
      </w:pPr>
      <w:r>
        <w:rPr>
          <w:rFonts w:hint="eastAsia"/>
          <w:color w:val="auto"/>
          <w:highlight w:val="none"/>
          <w:lang w:val="en-US" w:eastAsia="zh-CN"/>
        </w:rPr>
        <w:t>（一）基本支出预算执行率</w:t>
      </w:r>
    </w:p>
    <w:p w14:paraId="16927E99">
      <w:pPr>
        <w:bidi w:val="0"/>
        <w:rPr>
          <w:rFonts w:hint="eastAsia"/>
          <w:color w:val="auto"/>
          <w:highlight w:val="none"/>
          <w:lang w:val="en-US" w:eastAsia="zh-CN"/>
        </w:rPr>
      </w:pPr>
      <w:r>
        <w:rPr>
          <w:rFonts w:hint="eastAsia"/>
          <w:color w:val="auto"/>
          <w:highlight w:val="none"/>
          <w:lang w:val="en-US" w:eastAsia="zh-CN"/>
        </w:rPr>
        <w:t>“基本支出预算执行率”控制率指标年初设定目标是=100%，年中绩效运行监控时完成值48%，年终实际完成值是100%，指标完成率是100%，达到了“三公经费”合理控制的预期目标。偏差原因：无偏差。</w:t>
      </w:r>
    </w:p>
    <w:p w14:paraId="002FC6F9">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14:paraId="4F38C744">
      <w:pPr>
        <w:pStyle w:val="3"/>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在职人员经费保障人数指标年初设定目标是&gt;=26人，年中绩效运行监控时完成值</w:t>
      </w:r>
      <w:r>
        <w:rPr>
          <w:rFonts w:hint="eastAsia" w:cs="仿宋_GB2312"/>
          <w:b w:val="0"/>
          <w:bCs w:val="0"/>
          <w:color w:val="auto"/>
          <w:kern w:val="2"/>
          <w:sz w:val="28"/>
          <w:szCs w:val="24"/>
          <w:highlight w:val="none"/>
          <w:lang w:val="en-US" w:eastAsia="zh-CN" w:bidi="ar-SA"/>
        </w:rPr>
        <w:t>26</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26人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w:t>
      </w:r>
      <w:r>
        <w:rPr>
          <w:rFonts w:hint="eastAsia" w:cs="仿宋_GB2312"/>
          <w:b w:val="0"/>
          <w:bCs w:val="0"/>
          <w:color w:val="auto"/>
          <w:kern w:val="2"/>
          <w:sz w:val="28"/>
          <w:szCs w:val="24"/>
          <w:highlight w:val="none"/>
          <w:lang w:val="en-US" w:eastAsia="zh-CN" w:bidi="ar-SA"/>
        </w:rPr>
        <w:t>按时</w:t>
      </w:r>
      <w:r>
        <w:rPr>
          <w:rFonts w:hint="eastAsia" w:ascii="仿宋_GB2312" w:hAnsi="仿宋_GB2312" w:eastAsia="仿宋" w:cs="仿宋_GB2312"/>
          <w:b w:val="0"/>
          <w:bCs w:val="0"/>
          <w:color w:val="auto"/>
          <w:kern w:val="2"/>
          <w:sz w:val="28"/>
          <w:szCs w:val="24"/>
          <w:highlight w:val="none"/>
          <w:lang w:val="en-US" w:eastAsia="zh-CN" w:bidi="ar-SA"/>
        </w:rPr>
        <w:t>发放</w:t>
      </w:r>
      <w:r>
        <w:rPr>
          <w:rFonts w:hint="eastAsia" w:cs="仿宋_GB2312"/>
          <w:b w:val="0"/>
          <w:bCs w:val="0"/>
          <w:color w:val="auto"/>
          <w:kern w:val="2"/>
          <w:sz w:val="28"/>
          <w:szCs w:val="24"/>
          <w:highlight w:val="none"/>
          <w:lang w:val="en-US" w:eastAsia="zh-CN" w:bidi="ar-SA"/>
        </w:rPr>
        <w:t>、社保按时缴纳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p>
    <w:p w14:paraId="09BCB020">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14:paraId="26C5671F">
      <w:pPr>
        <w:ind w:left="0" w:leftChars="0"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35000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15178</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56237</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160</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7875C304">
      <w:pPr>
        <w:pStyle w:val="3"/>
        <w:numPr>
          <w:ilvl w:val="0"/>
          <w:numId w:val="2"/>
        </w:numPr>
        <w:bidi w:val="0"/>
        <w:ind w:leftChars="200"/>
        <w:rPr>
          <w:rFonts w:hint="eastAsia"/>
          <w:color w:val="auto"/>
          <w:highlight w:val="none"/>
          <w:lang w:val="en-US" w:eastAsia="zh-CN"/>
        </w:rPr>
      </w:pPr>
      <w:r>
        <w:rPr>
          <w:rFonts w:hint="eastAsia"/>
          <w:color w:val="auto"/>
          <w:highlight w:val="none"/>
          <w:lang w:val="en-US" w:eastAsia="zh-CN"/>
        </w:rPr>
        <w:t>住院就诊患者人数指标完成情况分析</w:t>
      </w:r>
    </w:p>
    <w:p w14:paraId="4DC43873">
      <w:pPr>
        <w:ind w:left="0" w:leftChars="0" w:firstLine="560" w:firstLineChars="200"/>
        <w:rPr>
          <w:rFonts w:hint="default"/>
          <w:color w:val="auto"/>
          <w:highlight w:val="none"/>
          <w:lang w:val="en-US" w:eastAsia="zh-CN"/>
        </w:rPr>
      </w:pPr>
      <w:r>
        <w:rPr>
          <w:rFonts w:hint="eastAsia" w:cs="仿宋_GB2312"/>
          <w:b w:val="0"/>
          <w:bCs w:val="0"/>
          <w:color w:val="auto"/>
          <w:kern w:val="2"/>
          <w:sz w:val="28"/>
          <w:szCs w:val="24"/>
          <w:highlight w:val="none"/>
          <w:lang w:val="en-US" w:eastAsia="zh-CN" w:bidi="ar-SA"/>
        </w:rPr>
        <w:t>住院就诊患者</w:t>
      </w:r>
      <w:r>
        <w:rPr>
          <w:rFonts w:hint="eastAsia" w:ascii="仿宋_GB2312" w:hAnsi="仿宋_GB2312" w:eastAsia="仿宋" w:cs="仿宋_GB2312"/>
          <w:b w:val="0"/>
          <w:bCs w:val="0"/>
          <w:color w:val="auto"/>
          <w:kern w:val="2"/>
          <w:sz w:val="28"/>
          <w:szCs w:val="24"/>
          <w:highlight w:val="none"/>
          <w:lang w:val="en-US" w:eastAsia="zh-CN" w:bidi="ar-SA"/>
        </w:rPr>
        <w:t>人次指标年初设定目标是&gt;=</w:t>
      </w:r>
      <w:r>
        <w:rPr>
          <w:rFonts w:hint="eastAsia" w:cs="仿宋_GB2312"/>
          <w:b w:val="0"/>
          <w:bCs w:val="0"/>
          <w:color w:val="auto"/>
          <w:kern w:val="2"/>
          <w:sz w:val="28"/>
          <w:szCs w:val="24"/>
          <w:highlight w:val="none"/>
          <w:lang w:val="en-US" w:eastAsia="zh-CN" w:bidi="ar-SA"/>
        </w:rPr>
        <w:t>720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1004</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2801</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389</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住院患者量增加，医疗收入提高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因2023年流感病毒反复，导致住院患者大幅增加。</w:t>
      </w:r>
      <w:r>
        <w:rPr>
          <w:rFonts w:hint="eastAsia"/>
          <w:color w:val="auto"/>
          <w:highlight w:val="none"/>
          <w:lang w:val="en-US" w:eastAsia="zh-CN"/>
        </w:rPr>
        <w:t>改进措施：年初预算时充分考虑多方面因素，使预算更加精确。</w:t>
      </w:r>
    </w:p>
    <w:p w14:paraId="6AEF2AFB">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14:paraId="5685F1C1">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14:paraId="38DDE105">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14:paraId="42A20EEF">
      <w:pPr>
        <w:pStyle w:val="4"/>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3BFE4619">
      <w:pPr>
        <w:pStyle w:val="3"/>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（七）人员经费足额发放率指标完成情况分析</w:t>
      </w:r>
    </w:p>
    <w:p w14:paraId="22A4FBFE">
      <w:pPr>
        <w:rPr>
          <w:rFonts w:hint="eastAsia"/>
          <w:color w:val="auto"/>
          <w:highlight w:val="none"/>
          <w:lang w:val="en-US" w:eastAsia="zh-CN"/>
        </w:rPr>
      </w:pPr>
    </w:p>
    <w:p w14:paraId="0B4819DE">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2F700203">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14:paraId="3FE81391">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14:paraId="2C899383">
      <w:pPr>
        <w:pStyle w:val="4"/>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14:paraId="3021A039">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78275E95">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035F6C91">
      <w:pPr>
        <w:bidi w:val="0"/>
        <w:rPr>
          <w:rFonts w:hint="eastAsia"/>
          <w:color w:val="auto"/>
          <w:highlight w:val="none"/>
          <w:lang w:val="en-US" w:eastAsia="zh-CN"/>
        </w:rPr>
      </w:pPr>
      <w:r>
        <w:rPr>
          <w:rFonts w:hint="eastAsia"/>
          <w:color w:val="auto"/>
          <w:highlight w:val="none"/>
          <w:lang w:val="en-US" w:eastAsia="zh-CN"/>
        </w:rPr>
        <w:t>医保政策知晓率指标年初设定目标是&gt;=90%，年中绩效运行监控时完成值100%，年终实际完成值是100%，指标完成率是100%，提高了居民对医保政策的理解和信任的预期目标。偏差原因：无偏差。</w:t>
      </w:r>
    </w:p>
    <w:p w14:paraId="23FC1A53">
      <w:pPr>
        <w:pStyle w:val="4"/>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14:paraId="69E91873">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提升本辖区居民健康水平指标年初设定目标是&gt;=85%，年中绩效运行监控时完成值未达监控节点，年终实际完成值是90%，指标完成率是100%，提高了本辖区居民健康水平的预期目标。偏差原因：无偏差。</w:t>
      </w:r>
    </w:p>
    <w:p w14:paraId="458565D5">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14:paraId="55D11DB1">
      <w:pPr>
        <w:bidi w:val="0"/>
        <w:rPr>
          <w:rFonts w:hint="eastAsia"/>
          <w:color w:val="auto"/>
          <w:highlight w:val="none"/>
          <w:lang w:val="en-US" w:eastAsia="zh-CN"/>
        </w:rPr>
      </w:pPr>
      <w:r>
        <w:rPr>
          <w:rFonts w:hint="eastAsia"/>
          <w:color w:val="auto"/>
          <w:highlight w:val="none"/>
          <w:lang w:val="en-US" w:eastAsia="zh-CN"/>
        </w:rPr>
        <w:t>居民满意度指标年初设定目标是&gt;=85%，年中绩效运行监控时完成值未达监控节点，年终实际完成值是100%，指标完成率是100%，提升了患者满意度和就诊体验的预期目标。偏差原因：无偏差。</w:t>
      </w:r>
    </w:p>
    <w:p w14:paraId="2E0F6EAE">
      <w:pPr>
        <w:pStyle w:val="3"/>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（十三）单位年度计划指标完成情况分析</w:t>
      </w:r>
    </w:p>
    <w:p w14:paraId="4851C0ED">
      <w:pPr>
        <w:bidi w:val="0"/>
        <w:ind w:left="0" w:leftChars="0" w:firstLine="560" w:firstLineChars="200"/>
        <w:rPr>
          <w:rFonts w:hint="eastAsia"/>
          <w:color w:val="auto"/>
          <w:highlight w:val="none"/>
          <w:lang w:val="en-US" w:eastAsia="zh-CN"/>
        </w:rPr>
      </w:pPr>
      <w:r>
        <w:rPr>
          <w:rFonts w:hint="eastAsia"/>
          <w:color w:val="auto"/>
          <w:highlight w:val="none"/>
          <w:lang w:val="en-US" w:eastAsia="zh-CN"/>
        </w:rPr>
        <w:t>单位年度计划年初设定目标是&gt;=90%，年中绩效运行监控时完成值未达监控节点，年终实际完成值是100%，指标完成率是100%，增强了员工的积极性，提高了工作效率，减少人员流失的预期目标。偏差原因：无偏差。</w:t>
      </w:r>
    </w:p>
    <w:p w14:paraId="4704C000">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781327F0">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w:t>
      </w:r>
      <w:r>
        <w:rPr>
          <w:rFonts w:hint="eastAsia" w:ascii="Times New Roman" w:hAnsi="Times New Roman" w:cs="Times New Roman"/>
          <w:color w:val="auto"/>
          <w:highlight w:val="none"/>
          <w:lang w:val="en-US" w:eastAsia="zh-CN"/>
        </w:rPr>
        <w:t>合得分100分</w:t>
      </w:r>
      <w:r>
        <w:rPr>
          <w:rFonts w:hint="eastAsia"/>
          <w:color w:val="auto"/>
          <w:highlight w:val="none"/>
          <w:lang w:eastAsia="zh-CN"/>
        </w:rPr>
        <w:t>，评价结果为“优”。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1CCA47B3">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额勒再特乌鲁乡卫生院</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26832C28">
      <w:pPr>
        <w:pStyle w:val="2"/>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56579F7C">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76A4FAC3">
      <w:pPr>
        <w:numPr>
          <w:ilvl w:val="0"/>
          <w:numId w:val="3"/>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13C19E3B">
      <w:pPr>
        <w:pStyle w:val="2"/>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2175AA6A">
      <w:pPr>
        <w:pStyle w:val="2"/>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402B5430">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09BCEAA4">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38427644">
      <w:pPr>
        <w:pStyle w:val="2"/>
        <w:bidi w:val="0"/>
        <w:rPr>
          <w:rFonts w:hint="default"/>
          <w:color w:val="auto"/>
          <w:highlight w:val="none"/>
          <w:lang w:val="en-US" w:eastAsia="zh-CN"/>
        </w:rPr>
      </w:pPr>
      <w:r>
        <w:rPr>
          <w:rFonts w:hint="eastAsia"/>
          <w:color w:val="auto"/>
          <w:highlight w:val="none"/>
          <w:lang w:val="en-US" w:eastAsia="zh-CN"/>
        </w:rPr>
        <w:t>七、附件上传</w:t>
      </w:r>
    </w:p>
    <w:p w14:paraId="355A0942">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4719E">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40A78C99">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F0E525B1"/>
    <w:multiLevelType w:val="singleLevel"/>
    <w:tmpl w:val="F0E525B1"/>
    <w:lvl w:ilvl="0" w:tentative="0">
      <w:start w:val="2"/>
      <w:numFmt w:val="chineseCounting"/>
      <w:suff w:val="nothing"/>
      <w:lvlText w:val="（%1）"/>
      <w:lvlJc w:val="left"/>
      <w:rPr>
        <w:rFonts w:hint="eastAsia"/>
      </w:rPr>
    </w:lvl>
  </w:abstractNum>
  <w:abstractNum w:abstractNumId="2">
    <w:nsid w:val="510EB09C"/>
    <w:multiLevelType w:val="singleLevel"/>
    <w:tmpl w:val="510EB09C"/>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377801"/>
    <w:rsid w:val="02C40969"/>
    <w:rsid w:val="040A684F"/>
    <w:rsid w:val="04892162"/>
    <w:rsid w:val="04DB4953"/>
    <w:rsid w:val="04FF0482"/>
    <w:rsid w:val="05062887"/>
    <w:rsid w:val="05464D81"/>
    <w:rsid w:val="0575419C"/>
    <w:rsid w:val="05F70F85"/>
    <w:rsid w:val="0607573C"/>
    <w:rsid w:val="06547701"/>
    <w:rsid w:val="06EA61B0"/>
    <w:rsid w:val="06EC048E"/>
    <w:rsid w:val="072B19D6"/>
    <w:rsid w:val="07672E8A"/>
    <w:rsid w:val="07F75BB0"/>
    <w:rsid w:val="084208C4"/>
    <w:rsid w:val="090118C6"/>
    <w:rsid w:val="095A3DD5"/>
    <w:rsid w:val="098A3C0A"/>
    <w:rsid w:val="09A24E4E"/>
    <w:rsid w:val="0A9A7091"/>
    <w:rsid w:val="0ABB584A"/>
    <w:rsid w:val="0BDF6813"/>
    <w:rsid w:val="0C48260B"/>
    <w:rsid w:val="0C6738B8"/>
    <w:rsid w:val="0CD10852"/>
    <w:rsid w:val="0CE47028"/>
    <w:rsid w:val="0D075AA7"/>
    <w:rsid w:val="0D350215"/>
    <w:rsid w:val="0D5F7C0C"/>
    <w:rsid w:val="0DBF06AB"/>
    <w:rsid w:val="0DCF43E9"/>
    <w:rsid w:val="0E7D784C"/>
    <w:rsid w:val="0FBC1346"/>
    <w:rsid w:val="10300946"/>
    <w:rsid w:val="10A122E9"/>
    <w:rsid w:val="10FE60D7"/>
    <w:rsid w:val="11032FA4"/>
    <w:rsid w:val="133B6A25"/>
    <w:rsid w:val="13477178"/>
    <w:rsid w:val="134F7771"/>
    <w:rsid w:val="13D85846"/>
    <w:rsid w:val="13E513B9"/>
    <w:rsid w:val="14FB46BE"/>
    <w:rsid w:val="158C5316"/>
    <w:rsid w:val="15AC7766"/>
    <w:rsid w:val="15B904C0"/>
    <w:rsid w:val="165C118C"/>
    <w:rsid w:val="17125CEF"/>
    <w:rsid w:val="172D035F"/>
    <w:rsid w:val="175D58E3"/>
    <w:rsid w:val="17E51656"/>
    <w:rsid w:val="18061B60"/>
    <w:rsid w:val="18906761"/>
    <w:rsid w:val="190C3DF8"/>
    <w:rsid w:val="19AA4D08"/>
    <w:rsid w:val="19B9393C"/>
    <w:rsid w:val="19F83E30"/>
    <w:rsid w:val="1A6C1BBA"/>
    <w:rsid w:val="1B403139"/>
    <w:rsid w:val="1C663033"/>
    <w:rsid w:val="1C6D319F"/>
    <w:rsid w:val="1D13631D"/>
    <w:rsid w:val="1D384A93"/>
    <w:rsid w:val="1D4D74D6"/>
    <w:rsid w:val="1DE32CFD"/>
    <w:rsid w:val="1E8C282B"/>
    <w:rsid w:val="1F1A602A"/>
    <w:rsid w:val="1F2854B6"/>
    <w:rsid w:val="1FA55C42"/>
    <w:rsid w:val="20450EE3"/>
    <w:rsid w:val="209329A5"/>
    <w:rsid w:val="217D20CE"/>
    <w:rsid w:val="21C67E02"/>
    <w:rsid w:val="21C768CD"/>
    <w:rsid w:val="22E14253"/>
    <w:rsid w:val="22E91FFA"/>
    <w:rsid w:val="23775858"/>
    <w:rsid w:val="23931BB2"/>
    <w:rsid w:val="23F209A3"/>
    <w:rsid w:val="2403516E"/>
    <w:rsid w:val="24E71FCC"/>
    <w:rsid w:val="256A2A9E"/>
    <w:rsid w:val="25B65683"/>
    <w:rsid w:val="26BF16F1"/>
    <w:rsid w:val="271B474C"/>
    <w:rsid w:val="27F7226E"/>
    <w:rsid w:val="2805537E"/>
    <w:rsid w:val="289437EE"/>
    <w:rsid w:val="297873DB"/>
    <w:rsid w:val="29F35E61"/>
    <w:rsid w:val="2A285817"/>
    <w:rsid w:val="2A691C72"/>
    <w:rsid w:val="2B0E2C74"/>
    <w:rsid w:val="2B6F150A"/>
    <w:rsid w:val="2BB557CB"/>
    <w:rsid w:val="2BC51751"/>
    <w:rsid w:val="2BFD2672"/>
    <w:rsid w:val="2C3B13EC"/>
    <w:rsid w:val="2D166684"/>
    <w:rsid w:val="2EBF757D"/>
    <w:rsid w:val="2F193C67"/>
    <w:rsid w:val="30161F54"/>
    <w:rsid w:val="313A1C72"/>
    <w:rsid w:val="31864EB8"/>
    <w:rsid w:val="31927D00"/>
    <w:rsid w:val="31AE39CE"/>
    <w:rsid w:val="31B83F5F"/>
    <w:rsid w:val="320D7387"/>
    <w:rsid w:val="328E2AB6"/>
    <w:rsid w:val="329655CE"/>
    <w:rsid w:val="329B12EA"/>
    <w:rsid w:val="32B61131"/>
    <w:rsid w:val="32FB1A54"/>
    <w:rsid w:val="331A3077"/>
    <w:rsid w:val="33291F9F"/>
    <w:rsid w:val="332E3A59"/>
    <w:rsid w:val="338E69A7"/>
    <w:rsid w:val="33A83F87"/>
    <w:rsid w:val="340D2D0F"/>
    <w:rsid w:val="348F1A9E"/>
    <w:rsid w:val="355C2B3F"/>
    <w:rsid w:val="356B4AF0"/>
    <w:rsid w:val="35F12468"/>
    <w:rsid w:val="361C63E1"/>
    <w:rsid w:val="36851B5C"/>
    <w:rsid w:val="36E667CE"/>
    <w:rsid w:val="36FE0561"/>
    <w:rsid w:val="3714684D"/>
    <w:rsid w:val="37296A11"/>
    <w:rsid w:val="373C4996"/>
    <w:rsid w:val="37661A13"/>
    <w:rsid w:val="377203B8"/>
    <w:rsid w:val="377A54BF"/>
    <w:rsid w:val="379871D0"/>
    <w:rsid w:val="37BA58BB"/>
    <w:rsid w:val="37D360CA"/>
    <w:rsid w:val="3882287D"/>
    <w:rsid w:val="38CB5066"/>
    <w:rsid w:val="38CD161E"/>
    <w:rsid w:val="38E054C9"/>
    <w:rsid w:val="3A565DE9"/>
    <w:rsid w:val="3A944AE9"/>
    <w:rsid w:val="3AB111F7"/>
    <w:rsid w:val="3AC36A27"/>
    <w:rsid w:val="3B4A33FA"/>
    <w:rsid w:val="3B4A3407"/>
    <w:rsid w:val="3BA26036"/>
    <w:rsid w:val="3C127AB0"/>
    <w:rsid w:val="3CCA58BE"/>
    <w:rsid w:val="3F301058"/>
    <w:rsid w:val="3F6333C2"/>
    <w:rsid w:val="3FFD6C8D"/>
    <w:rsid w:val="4021297B"/>
    <w:rsid w:val="414D154E"/>
    <w:rsid w:val="417A34F9"/>
    <w:rsid w:val="418810F4"/>
    <w:rsid w:val="41A37673"/>
    <w:rsid w:val="42400DCA"/>
    <w:rsid w:val="42503F5E"/>
    <w:rsid w:val="425D1C65"/>
    <w:rsid w:val="42C30950"/>
    <w:rsid w:val="437C0C80"/>
    <w:rsid w:val="43C7383A"/>
    <w:rsid w:val="43F63628"/>
    <w:rsid w:val="448654A3"/>
    <w:rsid w:val="44EB17AA"/>
    <w:rsid w:val="45091C30"/>
    <w:rsid w:val="459B4F7E"/>
    <w:rsid w:val="45A65C7F"/>
    <w:rsid w:val="45F13359"/>
    <w:rsid w:val="45F4643C"/>
    <w:rsid w:val="468C2A4A"/>
    <w:rsid w:val="46AD2493"/>
    <w:rsid w:val="46EC7F14"/>
    <w:rsid w:val="471276CB"/>
    <w:rsid w:val="47CA7D9C"/>
    <w:rsid w:val="47DB3D58"/>
    <w:rsid w:val="47DB6569"/>
    <w:rsid w:val="480D0379"/>
    <w:rsid w:val="48194880"/>
    <w:rsid w:val="485A1120"/>
    <w:rsid w:val="48AF4C7F"/>
    <w:rsid w:val="48CF1F4A"/>
    <w:rsid w:val="491A08B0"/>
    <w:rsid w:val="4A487993"/>
    <w:rsid w:val="4A5B46DD"/>
    <w:rsid w:val="4A633B90"/>
    <w:rsid w:val="4A6F6A56"/>
    <w:rsid w:val="4A7162AD"/>
    <w:rsid w:val="4A81677A"/>
    <w:rsid w:val="4AD43BE1"/>
    <w:rsid w:val="4B3B5348"/>
    <w:rsid w:val="4B4032D9"/>
    <w:rsid w:val="4B72052F"/>
    <w:rsid w:val="4C5440D8"/>
    <w:rsid w:val="4D2143D5"/>
    <w:rsid w:val="4DA177B2"/>
    <w:rsid w:val="4DA370C6"/>
    <w:rsid w:val="4DF36D4F"/>
    <w:rsid w:val="4E105DDD"/>
    <w:rsid w:val="4E50267E"/>
    <w:rsid w:val="4E6879C7"/>
    <w:rsid w:val="4EDB63EB"/>
    <w:rsid w:val="4F2E6E63"/>
    <w:rsid w:val="4F5B577E"/>
    <w:rsid w:val="4F6B5159"/>
    <w:rsid w:val="501B7C76"/>
    <w:rsid w:val="501F0559"/>
    <w:rsid w:val="504D5CCF"/>
    <w:rsid w:val="50744D49"/>
    <w:rsid w:val="511A2CA6"/>
    <w:rsid w:val="52BE405A"/>
    <w:rsid w:val="533A7469"/>
    <w:rsid w:val="53526129"/>
    <w:rsid w:val="538B4CD8"/>
    <w:rsid w:val="53A21BCD"/>
    <w:rsid w:val="541D74A6"/>
    <w:rsid w:val="54394F3D"/>
    <w:rsid w:val="54A84FC1"/>
    <w:rsid w:val="54DC110F"/>
    <w:rsid w:val="54E12281"/>
    <w:rsid w:val="551667DC"/>
    <w:rsid w:val="55570796"/>
    <w:rsid w:val="55C834CC"/>
    <w:rsid w:val="565F61A9"/>
    <w:rsid w:val="56AD4B11"/>
    <w:rsid w:val="57232FC4"/>
    <w:rsid w:val="572D2326"/>
    <w:rsid w:val="57365691"/>
    <w:rsid w:val="59C53F20"/>
    <w:rsid w:val="59CA59DA"/>
    <w:rsid w:val="59EE1E48"/>
    <w:rsid w:val="5A490F5C"/>
    <w:rsid w:val="5A9164F8"/>
    <w:rsid w:val="5A9E4667"/>
    <w:rsid w:val="5B805E16"/>
    <w:rsid w:val="5B8457F1"/>
    <w:rsid w:val="5BBC75A4"/>
    <w:rsid w:val="5BD21464"/>
    <w:rsid w:val="5BDE2B83"/>
    <w:rsid w:val="5C777282"/>
    <w:rsid w:val="5CFC234E"/>
    <w:rsid w:val="5D577585"/>
    <w:rsid w:val="5D5E4DB7"/>
    <w:rsid w:val="5FB07420"/>
    <w:rsid w:val="61635F72"/>
    <w:rsid w:val="617526CF"/>
    <w:rsid w:val="618606C5"/>
    <w:rsid w:val="6192502F"/>
    <w:rsid w:val="6224402D"/>
    <w:rsid w:val="62516C98"/>
    <w:rsid w:val="630F26B0"/>
    <w:rsid w:val="636649C5"/>
    <w:rsid w:val="6384067A"/>
    <w:rsid w:val="638D125E"/>
    <w:rsid w:val="6396333E"/>
    <w:rsid w:val="63E114D3"/>
    <w:rsid w:val="64033FC2"/>
    <w:rsid w:val="656C5B97"/>
    <w:rsid w:val="65B174D2"/>
    <w:rsid w:val="66951451"/>
    <w:rsid w:val="66C8504F"/>
    <w:rsid w:val="676E7A34"/>
    <w:rsid w:val="680E0276"/>
    <w:rsid w:val="68A85138"/>
    <w:rsid w:val="690031C6"/>
    <w:rsid w:val="69160DDB"/>
    <w:rsid w:val="69540E1C"/>
    <w:rsid w:val="697B284D"/>
    <w:rsid w:val="69FA7C16"/>
    <w:rsid w:val="6A2B751B"/>
    <w:rsid w:val="6AD46D46"/>
    <w:rsid w:val="6B07083C"/>
    <w:rsid w:val="6B623CC4"/>
    <w:rsid w:val="6B6C65E0"/>
    <w:rsid w:val="6C2B67AC"/>
    <w:rsid w:val="6CB31465"/>
    <w:rsid w:val="6CDC1854"/>
    <w:rsid w:val="6D8D0DA1"/>
    <w:rsid w:val="6D8F2D6B"/>
    <w:rsid w:val="6DB91B96"/>
    <w:rsid w:val="6DE07909"/>
    <w:rsid w:val="6E0C3182"/>
    <w:rsid w:val="6E58438A"/>
    <w:rsid w:val="6E7066F8"/>
    <w:rsid w:val="6E9D5508"/>
    <w:rsid w:val="6F235519"/>
    <w:rsid w:val="6F871359"/>
    <w:rsid w:val="7012558D"/>
    <w:rsid w:val="702A64CF"/>
    <w:rsid w:val="711B7F18"/>
    <w:rsid w:val="71665B90"/>
    <w:rsid w:val="71EB22B3"/>
    <w:rsid w:val="72010FA6"/>
    <w:rsid w:val="72873462"/>
    <w:rsid w:val="730542C9"/>
    <w:rsid w:val="733F48EB"/>
    <w:rsid w:val="73CF5C6F"/>
    <w:rsid w:val="73F13E37"/>
    <w:rsid w:val="74122000"/>
    <w:rsid w:val="74212849"/>
    <w:rsid w:val="744C1D4E"/>
    <w:rsid w:val="74602D6B"/>
    <w:rsid w:val="7487654A"/>
    <w:rsid w:val="748A4F72"/>
    <w:rsid w:val="74934EEE"/>
    <w:rsid w:val="74961819"/>
    <w:rsid w:val="74D46F06"/>
    <w:rsid w:val="750202C6"/>
    <w:rsid w:val="75664078"/>
    <w:rsid w:val="761E4132"/>
    <w:rsid w:val="77707769"/>
    <w:rsid w:val="78061A79"/>
    <w:rsid w:val="78713799"/>
    <w:rsid w:val="78866B18"/>
    <w:rsid w:val="79181486"/>
    <w:rsid w:val="7A015F2D"/>
    <w:rsid w:val="7AE66273"/>
    <w:rsid w:val="7AFE508C"/>
    <w:rsid w:val="7B2561EC"/>
    <w:rsid w:val="7B587F11"/>
    <w:rsid w:val="7BC003CA"/>
    <w:rsid w:val="7C095548"/>
    <w:rsid w:val="7CBF4BB4"/>
    <w:rsid w:val="7E53749D"/>
    <w:rsid w:val="7E5D346D"/>
    <w:rsid w:val="7EEF3669"/>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13</Pages>
  <Words>6630</Words>
  <Characters>7171</Characters>
  <Lines>7</Lines>
  <Paragraphs>2</Paragraphs>
  <TotalTime>6</TotalTime>
  <ScaleCrop>false</ScaleCrop>
  <LinksUpToDate>false</LinksUpToDate>
  <CharactersWithSpaces>7202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2024-11-21T05:16:27Z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6D9ECEA468A64F39B5618DBE57EC31CB_13</vt:lpwstr>
  </property>
</Properties>
</file>